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9CEB8A1C509461CAFFEB8004A129B55"/>
        </w:placeholder>
        <w:text/>
      </w:sdtPr>
      <w:sdtContent>
        <w:p w:rsidR="00CF0EF4" w:rsidRDefault="00CE7047" w:rsidP="00CF0EF4">
          <w:pPr>
            <w:pStyle w:val="Tituldatum"/>
          </w:pPr>
          <w:r>
            <w:rPr>
              <w:rStyle w:val="Nzevakce"/>
            </w:rPr>
            <w:t>„</w:t>
          </w:r>
          <w:r w:rsidRPr="00CE7047">
            <w:rPr>
              <w:rStyle w:val="Nzevakce"/>
            </w:rPr>
            <w:t xml:space="preserve">Zřízení dobíjecí stanice BEMU v </w:t>
          </w:r>
          <w:proofErr w:type="spellStart"/>
          <w:r w:rsidRPr="00CE7047">
            <w:rPr>
              <w:rStyle w:val="Nzevakce"/>
            </w:rPr>
            <w:t>žst</w:t>
          </w:r>
          <w:proofErr w:type="spellEnd"/>
          <w:r w:rsidRPr="00CE7047">
            <w:rPr>
              <w:rStyle w:val="Nzevakce"/>
            </w:rPr>
            <w:t xml:space="preserve">. Štramberk“, „Zřízení dobíjecí stanice BEMU v </w:t>
          </w:r>
          <w:proofErr w:type="spellStart"/>
          <w:r w:rsidRPr="00CE7047">
            <w:rPr>
              <w:rStyle w:val="Nzevakce"/>
            </w:rPr>
            <w:t>žst</w:t>
          </w:r>
          <w:proofErr w:type="spellEnd"/>
          <w:r w:rsidRPr="00CE7047">
            <w:rPr>
              <w:rStyle w:val="Nzevakce"/>
            </w:rPr>
            <w:t xml:space="preserve">. Krnov“, „Zřízení dobíjecí stanice BEMU v </w:t>
          </w:r>
          <w:proofErr w:type="spellStart"/>
          <w:r w:rsidRPr="00CE7047">
            <w:rPr>
              <w:rStyle w:val="Nzevakce"/>
            </w:rPr>
            <w:t>žst</w:t>
          </w:r>
          <w:proofErr w:type="spellEnd"/>
          <w:r w:rsidRPr="00CE7047">
            <w:rPr>
              <w:rStyle w:val="Nzevakce"/>
            </w:rPr>
            <w:t>. Budišov nad Budišovkou“, 1. část - dodání a instalace technologie k</w:t>
          </w:r>
          <w:r>
            <w:rPr>
              <w:rStyle w:val="Nzevakce"/>
            </w:rPr>
            <w:t>e zřízení dobíjecí stanice BEMU“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CE7047">
        <w:t>11</w:t>
      </w:r>
      <w:r w:rsidRPr="00CE7047">
        <w:t xml:space="preserve">. </w:t>
      </w:r>
      <w:r w:rsidR="00CE7047">
        <w:t>6</w:t>
      </w:r>
      <w:r w:rsidRPr="00CE7047">
        <w:t>. 20</w:t>
      </w:r>
      <w:r w:rsidR="00A616BE" w:rsidRPr="00CE7047">
        <w:t>2</w:t>
      </w:r>
      <w:r w:rsidR="00CE7047">
        <w:t>4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CE704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9856876" w:history="1">
        <w:r w:rsidR="00CE7047" w:rsidRPr="003E75E9">
          <w:rPr>
            <w:rStyle w:val="Hypertextovodkaz"/>
          </w:rPr>
          <w:t>SEZNAM ZKRATEK</w:t>
        </w:r>
        <w:r w:rsidR="00CE7047">
          <w:rPr>
            <w:noProof/>
            <w:webHidden/>
          </w:rPr>
          <w:tab/>
        </w:r>
        <w:r w:rsidR="00CE7047">
          <w:rPr>
            <w:noProof/>
            <w:webHidden/>
          </w:rPr>
          <w:fldChar w:fldCharType="begin"/>
        </w:r>
        <w:r w:rsidR="00CE7047">
          <w:rPr>
            <w:noProof/>
            <w:webHidden/>
          </w:rPr>
          <w:instrText xml:space="preserve"> PAGEREF _Toc169856876 \h </w:instrText>
        </w:r>
        <w:r w:rsidR="00CE7047">
          <w:rPr>
            <w:noProof/>
            <w:webHidden/>
          </w:rPr>
        </w:r>
        <w:r w:rsidR="00CE7047">
          <w:rPr>
            <w:noProof/>
            <w:webHidden/>
          </w:rPr>
          <w:fldChar w:fldCharType="separate"/>
        </w:r>
        <w:r w:rsidR="00CE7047">
          <w:rPr>
            <w:noProof/>
            <w:webHidden/>
          </w:rPr>
          <w:t>2</w:t>
        </w:r>
        <w:r w:rsidR="00CE7047">
          <w:rPr>
            <w:noProof/>
            <w:webHidden/>
          </w:rPr>
          <w:fldChar w:fldCharType="end"/>
        </w:r>
      </w:hyperlink>
    </w:p>
    <w:p w:rsidR="00CE7047" w:rsidRDefault="00CE70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9856877" w:history="1">
        <w:r w:rsidRPr="003E75E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E75E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_Toc169856877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E7047" w:rsidRDefault="00CE70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9856878" w:history="1">
        <w:r w:rsidRPr="003E75E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E75E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_Toc169856878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E7047" w:rsidRDefault="00CE70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9856879" w:history="1">
        <w:r w:rsidRPr="003E75E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E75E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_Toc169856879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E7047" w:rsidRDefault="00CE704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9856880" w:history="1">
        <w:r w:rsidRPr="003E75E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3E75E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_Toc169856880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E7047" w:rsidRDefault="00CE70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9856881" w:history="1">
        <w:r w:rsidRPr="003E75E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E75E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_Toc169856881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E7047" w:rsidRDefault="00CE70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9856882" w:history="1">
        <w:r w:rsidRPr="003E75E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E75E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_Toc169856882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E7047" w:rsidRDefault="00CE704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9856883" w:history="1">
        <w:r w:rsidRPr="003E75E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3E75E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_Toc169856883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69856876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69856877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69856878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69856879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69856880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69856881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lastRenderedPageBreak/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</w:t>
      </w:r>
      <w:r w:rsidR="00CE7047">
        <w:t>hnologiím (např. sanační stroj).</w:t>
      </w:r>
    </w:p>
    <w:p w:rsidR="005E07BA" w:rsidRDefault="005E07BA" w:rsidP="00CE7047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CE7047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CE7047">
        <w:t>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 xml:space="preserve">technickým specifikacím jednotlivých položek. V případě, že dodavatel </w:t>
      </w:r>
      <w:r w:rsidRPr="005E07BA">
        <w:rPr>
          <w:rStyle w:val="Tun"/>
        </w:rPr>
        <w:lastRenderedPageBreak/>
        <w:t>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CE7047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CE7047">
        <w:t>předpisu XDC.</w:t>
      </w:r>
    </w:p>
    <w:p w:rsidR="005E07BA" w:rsidRDefault="005E07BA" w:rsidP="00CE7047">
      <w:pPr>
        <w:pStyle w:val="ZTPinfo-text-odr"/>
        <w:numPr>
          <w:ilvl w:val="0"/>
          <w:numId w:val="0"/>
        </w:numPr>
        <w:ind w:left="720"/>
      </w:pPr>
    </w:p>
    <w:p w:rsidR="005E07BA" w:rsidRDefault="005E07BA" w:rsidP="005E07BA">
      <w:pPr>
        <w:pStyle w:val="Nadpis2-1"/>
      </w:pPr>
      <w:bookmarkStart w:id="11" w:name="_Toc169856882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A92244" w:rsidRPr="00CE7047" w:rsidRDefault="00A92244" w:rsidP="008854E2">
      <w:pPr>
        <w:pStyle w:val="Text2-1"/>
      </w:pPr>
      <w:r w:rsidRPr="00CE7047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CE7047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CE7047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CE7047">
        <w:t>). Tzn., že se u těchto položek měření skutečně provedených prací provádí geodetickou metodou dle výše uvedené Metodiky. Zhotovitel si u uvedených položek zahrne cenu měření do jednotkové ceny.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69856883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CE7047">
        <w:t>přijat Správcem stavby k zabudování do Díla, potom se považují množství, sazby a ceny v Soupisu prací za dost</w:t>
      </w:r>
      <w:r>
        <w:t xml:space="preserve">atečné pro pokrytí všech nákladů souvisejících s touto změnou. V tom je zahrnuto i zpracování návrhu, opatření technických údajů, výkresů, certifikátů, očekávaného schválení, i zajištění </w:t>
      </w:r>
      <w:r>
        <w:lastRenderedPageBreak/>
        <w:t>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047" w:rsidRDefault="00CE7047" w:rsidP="00962258">
      <w:pPr>
        <w:spacing w:after="0" w:line="240" w:lineRule="auto"/>
      </w:pPr>
      <w:r>
        <w:separator/>
      </w:r>
    </w:p>
  </w:endnote>
  <w:endnote w:type="continuationSeparator" w:id="0">
    <w:p w:rsidR="00CE7047" w:rsidRDefault="00CE70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704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704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CE7047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E7047">
            <w:rPr>
              <w:b/>
              <w:bCs/>
              <w:noProof/>
            </w:rPr>
            <w:t xml:space="preserve">„Zřízení </w:t>
          </w:r>
          <w:r>
            <w:rPr>
              <w:noProof/>
            </w:rPr>
            <w:t>dobíjecí stanice BEMU v žst. Štramberk“, „Zřízení dobíjecí stanice BEMU v žst. Krnov“, „Zřízení dobíjecí stanice BEMU v žst. Budišov nad Budišovkou“, 1. část - dodání a instalace technologie ke zřízení dobíjecí stanice BEMU“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E704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E7047">
            <w:rPr>
              <w:b/>
              <w:bCs/>
              <w:noProof/>
            </w:rPr>
            <w:t xml:space="preserve">„Zřízení </w:t>
          </w:r>
          <w:r>
            <w:rPr>
              <w:noProof/>
            </w:rPr>
            <w:t>dobíjecí stanice BEMU v žst. Štramberk“, „Zřízení dobíjecí stanice BEMU v žst. Krnov“, „Zřízení dobíjecí stanice BEMU v žst. Budišov nad Budišovkou“, 1. část - dodání a instalace technologie ke zřízení dobíjecí stanice BEMU“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704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704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047" w:rsidRDefault="00CE7047" w:rsidP="00962258">
      <w:pPr>
        <w:spacing w:after="0" w:line="240" w:lineRule="auto"/>
      </w:pPr>
      <w:r>
        <w:separator/>
      </w:r>
    </w:p>
  </w:footnote>
  <w:footnote w:type="continuationSeparator" w:id="0">
    <w:p w:rsidR="00CE7047" w:rsidRDefault="00CE70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04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E7047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F6BD1"/>
  <w14:defaultImageDpi w14:val="32767"/>
  <w15:docId w15:val="{B233EBFC-D0EE-4642-9DDC-BD029A14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re&#269;n&#225;r%20M\BEMU\KSP_BEM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CEB8A1C509461CAFFEB8004A129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D308C-C25C-4B90-9F20-9183B43AF9B7}"/>
      </w:docPartPr>
      <w:docPartBody>
        <w:p w:rsidR="00000000" w:rsidRDefault="00017858">
          <w:pPr>
            <w:pStyle w:val="59CEB8A1C509461CAFFEB8004A129B5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9CEB8A1C509461CAFFEB8004A129B55">
    <w:name w:val="59CEB8A1C509461CAFFEB8004A129B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72A8D0-5D04-46F8-9E56-97E84B07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KSP_BEMU</Template>
  <TotalTime>9</TotalTime>
  <Pages>6</Pages>
  <Words>2009</Words>
  <Characters>11854</Characters>
  <Application>Microsoft Office Word</Application>
  <DocSecurity>0</DocSecurity>
  <Lines>98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Dittmer Jiří, Ing.</dc:creator>
  <cp:lastModifiedBy>Dittmer Jiří, Ing.</cp:lastModifiedBy>
  <cp:revision>1</cp:revision>
  <cp:lastPrinted>2019-03-13T10:28:00Z</cp:lastPrinted>
  <dcterms:created xsi:type="dcterms:W3CDTF">2024-06-21T07:58:00Z</dcterms:created>
  <dcterms:modified xsi:type="dcterms:W3CDTF">2024-06-21T08:09:00Z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